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69A" w:rsidRPr="002D5D25" w:rsidRDefault="000A169A" w:rsidP="002D5D25">
      <w:pPr>
        <w:jc w:val="center"/>
        <w:rPr>
          <w:sz w:val="24"/>
          <w:szCs w:val="24"/>
        </w:rPr>
      </w:pPr>
      <w:r w:rsidRPr="002D5D25">
        <w:rPr>
          <w:sz w:val="24"/>
          <w:szCs w:val="24"/>
        </w:rPr>
        <w:t>Greeting, Taking Leave, and Expressing Regret</w:t>
      </w:r>
    </w:p>
    <w:p w:rsidR="000A169A" w:rsidRPr="002D5D25" w:rsidRDefault="000A169A" w:rsidP="002D5D25">
      <w:pPr>
        <w:jc w:val="center"/>
        <w:rPr>
          <w:sz w:val="24"/>
          <w:szCs w:val="24"/>
        </w:rPr>
      </w:pPr>
      <w:r w:rsidRPr="002D5D25">
        <w:rPr>
          <w:sz w:val="24"/>
          <w:szCs w:val="24"/>
        </w:rPr>
        <w:t>Greetings- Lesson 1  (10 pts.)</w:t>
      </w:r>
    </w:p>
    <w:p w:rsidR="000A169A" w:rsidRDefault="000A169A" w:rsidP="002D5D25">
      <w:pPr>
        <w:pStyle w:val="ListParagraph"/>
        <w:numPr>
          <w:ilvl w:val="0"/>
          <w:numId w:val="1"/>
        </w:numPr>
        <w:rPr>
          <w:b/>
          <w:sz w:val="24"/>
          <w:szCs w:val="24"/>
          <w:u w:val="single"/>
        </w:rPr>
      </w:pPr>
      <w:r w:rsidRPr="002D5D25">
        <w:rPr>
          <w:b/>
          <w:sz w:val="24"/>
          <w:szCs w:val="24"/>
          <w:u w:val="single"/>
        </w:rPr>
        <w:t>How do you say “Hello” in your country?</w:t>
      </w:r>
    </w:p>
    <w:p w:rsidR="000A169A" w:rsidRPr="002D5D25" w:rsidRDefault="000A169A" w:rsidP="002D5D25">
      <w:pPr>
        <w:pStyle w:val="ListParagraph"/>
        <w:numPr>
          <w:ilvl w:val="0"/>
          <w:numId w:val="8"/>
        </w:numPr>
        <w:rPr>
          <w:b/>
          <w:sz w:val="24"/>
          <w:szCs w:val="24"/>
          <w:u w:val="single"/>
        </w:rPr>
      </w:pPr>
      <w:r w:rsidRPr="002D5D25">
        <w:rPr>
          <w:rFonts w:ascii="Arial" w:hAnsi="Arial" w:cs="Arial"/>
          <w:sz w:val="24"/>
          <w:szCs w:val="24"/>
        </w:rPr>
        <w:t>Nín hǎo</w:t>
      </w:r>
    </w:p>
    <w:p w:rsidR="000A169A" w:rsidRPr="002D5D25" w:rsidRDefault="000A169A" w:rsidP="002D5D25">
      <w:pPr>
        <w:pStyle w:val="ListParagraph"/>
        <w:rPr>
          <w:b/>
          <w:sz w:val="24"/>
          <w:szCs w:val="24"/>
          <w:u w:val="single"/>
        </w:rPr>
      </w:pPr>
    </w:p>
    <w:p w:rsidR="000A169A" w:rsidRDefault="000A169A" w:rsidP="002D5D25">
      <w:pPr>
        <w:numPr>
          <w:ilvl w:val="0"/>
          <w:numId w:val="1"/>
        </w:numPr>
        <w:shd w:val="clear" w:color="auto" w:fill="FFFFFF"/>
        <w:spacing w:before="360" w:after="360"/>
        <w:rPr>
          <w:b/>
          <w:sz w:val="24"/>
          <w:szCs w:val="24"/>
          <w:u w:val="single"/>
        </w:rPr>
      </w:pPr>
      <w:r w:rsidRPr="002D5D25">
        <w:rPr>
          <w:b/>
          <w:sz w:val="24"/>
          <w:szCs w:val="24"/>
          <w:u w:val="single"/>
        </w:rPr>
        <w:t xml:space="preserve">Are there different ways of saying “Hello”?  Why? </w:t>
      </w:r>
    </w:p>
    <w:p w:rsidR="000A169A" w:rsidRPr="00C25FF2" w:rsidRDefault="000A169A" w:rsidP="00C25FF2">
      <w:pPr>
        <w:numPr>
          <w:ilvl w:val="0"/>
          <w:numId w:val="7"/>
        </w:numPr>
        <w:shd w:val="clear" w:color="auto" w:fill="FFFFFF"/>
        <w:spacing w:before="360" w:after="360"/>
        <w:rPr>
          <w:b/>
          <w:sz w:val="24"/>
          <w:szCs w:val="24"/>
          <w:u w:val="single"/>
        </w:rPr>
      </w:pPr>
      <w:r w:rsidRPr="00C25FF2">
        <w:rPr>
          <w:sz w:val="24"/>
          <w:szCs w:val="24"/>
          <w:lang/>
        </w:rPr>
        <w:t>You can enhance your greeting -- more so when speaking to friends rather than strangers -- by adding "ma" to the end of the hello to form "nee haow ma."</w:t>
      </w:r>
    </w:p>
    <w:p w:rsidR="000A169A" w:rsidRPr="002D5D25" w:rsidRDefault="000A169A" w:rsidP="002D5D25">
      <w:pPr>
        <w:pStyle w:val="ListParagraph"/>
        <w:rPr>
          <w:sz w:val="24"/>
          <w:szCs w:val="24"/>
        </w:rPr>
      </w:pPr>
    </w:p>
    <w:p w:rsidR="000A169A" w:rsidRPr="002D5D25" w:rsidRDefault="000A169A" w:rsidP="002D5D25">
      <w:pPr>
        <w:pStyle w:val="ListParagraph"/>
        <w:rPr>
          <w:b/>
          <w:sz w:val="24"/>
          <w:szCs w:val="24"/>
          <w:u w:val="single"/>
        </w:rPr>
      </w:pPr>
      <w:r w:rsidRPr="002D5D25">
        <w:rPr>
          <w:b/>
          <w:sz w:val="24"/>
          <w:szCs w:val="24"/>
          <w:u w:val="single"/>
        </w:rPr>
        <w:t>List the greetings according to their use during each time of day:</w:t>
      </w:r>
    </w:p>
    <w:p w:rsidR="000A169A" w:rsidRPr="002D5D25" w:rsidRDefault="000A169A" w:rsidP="002D5D25">
      <w:pPr>
        <w:pStyle w:val="ListParagraph"/>
        <w:rPr>
          <w:sz w:val="24"/>
          <w:szCs w:val="24"/>
        </w:rPr>
      </w:pPr>
    </w:p>
    <w:p w:rsidR="000A169A" w:rsidRDefault="000A169A" w:rsidP="002D5D25">
      <w:pPr>
        <w:pStyle w:val="ListParagraph"/>
        <w:rPr>
          <w:rFonts w:ascii="Arial" w:hAnsi="Arial" w:cs="Arial"/>
          <w:sz w:val="27"/>
          <w:szCs w:val="27"/>
        </w:rPr>
      </w:pPr>
      <w:r w:rsidRPr="002D5D25">
        <w:rPr>
          <w:sz w:val="24"/>
          <w:szCs w:val="24"/>
        </w:rPr>
        <w:t xml:space="preserve">Morning:  </w:t>
      </w:r>
      <w:r>
        <w:rPr>
          <w:rFonts w:ascii="Arial" w:hAnsi="Arial" w:cs="Arial"/>
          <w:sz w:val="27"/>
          <w:szCs w:val="27"/>
        </w:rPr>
        <w:t>Zǎoshang hǎo</w:t>
      </w:r>
    </w:p>
    <w:p w:rsidR="000A169A" w:rsidRPr="002D5D25" w:rsidRDefault="000A169A" w:rsidP="002D5D25">
      <w:pPr>
        <w:pStyle w:val="ListParagraph"/>
        <w:rPr>
          <w:sz w:val="24"/>
          <w:szCs w:val="24"/>
        </w:rPr>
      </w:pPr>
    </w:p>
    <w:p w:rsidR="000A169A" w:rsidRPr="002D5D25" w:rsidRDefault="000A169A" w:rsidP="002D5D25">
      <w:pPr>
        <w:pStyle w:val="ListParagraph"/>
        <w:rPr>
          <w:sz w:val="24"/>
          <w:szCs w:val="24"/>
        </w:rPr>
      </w:pPr>
      <w:r w:rsidRPr="002D5D25">
        <w:rPr>
          <w:sz w:val="24"/>
          <w:szCs w:val="24"/>
        </w:rPr>
        <w:t xml:space="preserve">Afternoon:  </w:t>
      </w:r>
      <w:r>
        <w:rPr>
          <w:rFonts w:ascii="Arial" w:hAnsi="Arial" w:cs="Arial"/>
          <w:sz w:val="27"/>
          <w:szCs w:val="27"/>
        </w:rPr>
        <w:t>Dàjiā xiàwǔ hǎo</w:t>
      </w:r>
    </w:p>
    <w:p w:rsidR="000A169A" w:rsidRPr="002D5D25" w:rsidRDefault="000A169A" w:rsidP="002D5D25">
      <w:pPr>
        <w:pStyle w:val="ListParagraph"/>
        <w:rPr>
          <w:sz w:val="24"/>
          <w:szCs w:val="24"/>
        </w:rPr>
      </w:pPr>
    </w:p>
    <w:p w:rsidR="000A169A" w:rsidRPr="002D5D25" w:rsidRDefault="000A169A" w:rsidP="002D5D25">
      <w:pPr>
        <w:pStyle w:val="ListParagraph"/>
        <w:rPr>
          <w:sz w:val="24"/>
          <w:szCs w:val="24"/>
        </w:rPr>
      </w:pPr>
      <w:r w:rsidRPr="002D5D25">
        <w:rPr>
          <w:sz w:val="24"/>
          <w:szCs w:val="24"/>
        </w:rPr>
        <w:t xml:space="preserve">Evening: </w:t>
      </w:r>
      <w:r>
        <w:rPr>
          <w:sz w:val="24"/>
          <w:szCs w:val="24"/>
        </w:rPr>
        <w:t xml:space="preserve"> </w:t>
      </w:r>
      <w:r>
        <w:rPr>
          <w:rFonts w:ascii="Arial" w:hAnsi="Arial" w:cs="Arial"/>
          <w:sz w:val="27"/>
          <w:szCs w:val="27"/>
        </w:rPr>
        <w:t>Wǎnshàng hǎo</w:t>
      </w:r>
    </w:p>
    <w:p w:rsidR="000A169A" w:rsidRPr="002D5D25" w:rsidRDefault="000A169A" w:rsidP="002D5D25">
      <w:pPr>
        <w:pStyle w:val="ListParagraph"/>
        <w:rPr>
          <w:b/>
          <w:sz w:val="24"/>
          <w:szCs w:val="24"/>
          <w:u w:val="single"/>
        </w:rPr>
      </w:pPr>
    </w:p>
    <w:p w:rsidR="000A169A" w:rsidRDefault="000A169A" w:rsidP="002D5D25">
      <w:pPr>
        <w:pStyle w:val="ListParagraph"/>
        <w:numPr>
          <w:ilvl w:val="0"/>
          <w:numId w:val="1"/>
        </w:numPr>
        <w:rPr>
          <w:b/>
          <w:sz w:val="24"/>
          <w:szCs w:val="24"/>
          <w:u w:val="single"/>
        </w:rPr>
      </w:pPr>
      <w:r w:rsidRPr="002D5D25">
        <w:rPr>
          <w:b/>
          <w:sz w:val="24"/>
          <w:szCs w:val="24"/>
          <w:u w:val="single"/>
        </w:rPr>
        <w:t>Is there a way to greet someone by saying essentially “How are you?”  If so, what is it?  What will they say in response?  Write their response in (parentheses) next to your question</w:t>
      </w:r>
    </w:p>
    <w:p w:rsidR="000A169A" w:rsidRDefault="000A169A" w:rsidP="00C25FF2">
      <w:pPr>
        <w:pStyle w:val="ListParagraph"/>
        <w:ind w:left="360"/>
        <w:rPr>
          <w:b/>
          <w:sz w:val="24"/>
          <w:szCs w:val="24"/>
          <w:u w:val="single"/>
        </w:rPr>
      </w:pPr>
    </w:p>
    <w:p w:rsidR="000A169A" w:rsidRDefault="000A169A" w:rsidP="00C25FF2">
      <w:pPr>
        <w:numPr>
          <w:ilvl w:val="0"/>
          <w:numId w:val="7"/>
        </w:numPr>
        <w:spacing w:after="300" w:afterAutospacing="0"/>
        <w:rPr>
          <w:rFonts w:ascii="Arial" w:hAnsi="Arial" w:cs="Arial"/>
          <w:color w:val="222222"/>
          <w:sz w:val="24"/>
          <w:szCs w:val="24"/>
        </w:rPr>
      </w:pPr>
      <w:r>
        <w:rPr>
          <w:rFonts w:ascii="Arial" w:hAnsi="Arial" w:cs="Arial"/>
          <w:sz w:val="27"/>
          <w:szCs w:val="27"/>
        </w:rPr>
        <w:t>Zěnme shì nǐ -- (Fákuǎn gǎnxiè)</w:t>
      </w:r>
    </w:p>
    <w:p w:rsidR="000A169A" w:rsidRPr="00C25FF2" w:rsidRDefault="000A169A" w:rsidP="00C25FF2">
      <w:pPr>
        <w:spacing w:after="300" w:afterAutospacing="0"/>
        <w:ind w:left="360"/>
        <w:rPr>
          <w:rFonts w:ascii="Arial" w:hAnsi="Arial" w:cs="Arial"/>
          <w:color w:val="222222"/>
          <w:sz w:val="24"/>
          <w:szCs w:val="24"/>
        </w:rPr>
      </w:pPr>
      <w:r>
        <w:rPr>
          <w:rFonts w:ascii="Arial" w:hAnsi="Arial" w:cs="Arial"/>
          <w:color w:val="222222"/>
          <w:sz w:val="24"/>
          <w:szCs w:val="24"/>
        </w:rPr>
        <w:t xml:space="preserve">            How are you             fine thanks</w:t>
      </w:r>
    </w:p>
    <w:p w:rsidR="000A169A" w:rsidRPr="005B7C9B" w:rsidRDefault="000A169A" w:rsidP="005B7C9B">
      <w:pPr>
        <w:tabs>
          <w:tab w:val="left" w:pos="8130"/>
        </w:tabs>
        <w:rPr>
          <w:i/>
          <w:sz w:val="24"/>
          <w:szCs w:val="24"/>
        </w:rPr>
      </w:pPr>
      <w:r w:rsidRPr="00A85752">
        <w:rPr>
          <w:i/>
          <w:sz w:val="24"/>
          <w:szCs w:val="24"/>
        </w:rPr>
        <w:tab/>
      </w:r>
    </w:p>
    <w:p w:rsidR="000A169A" w:rsidRPr="00A85752" w:rsidRDefault="000A169A" w:rsidP="00A85752">
      <w:pPr>
        <w:rPr>
          <w:sz w:val="24"/>
          <w:szCs w:val="24"/>
        </w:rPr>
      </w:pPr>
    </w:p>
    <w:p w:rsidR="000A169A" w:rsidRDefault="000A169A" w:rsidP="005C7A93">
      <w:pPr>
        <w:pStyle w:val="ListParagraph"/>
        <w:rPr>
          <w:sz w:val="24"/>
          <w:szCs w:val="24"/>
        </w:rPr>
      </w:pPr>
    </w:p>
    <w:p w:rsidR="000A169A" w:rsidRDefault="000A169A" w:rsidP="005C7A93">
      <w:pPr>
        <w:pStyle w:val="ListParagraph"/>
        <w:rPr>
          <w:sz w:val="24"/>
          <w:szCs w:val="24"/>
        </w:rPr>
      </w:pPr>
    </w:p>
    <w:p w:rsidR="000A169A" w:rsidRDefault="000A169A" w:rsidP="005C7A93">
      <w:pPr>
        <w:pStyle w:val="ListParagraph"/>
        <w:rPr>
          <w:sz w:val="24"/>
          <w:szCs w:val="24"/>
        </w:rPr>
      </w:pPr>
    </w:p>
    <w:p w:rsidR="000A169A" w:rsidRDefault="000A169A" w:rsidP="005C7A93">
      <w:pPr>
        <w:pStyle w:val="ListParagraph"/>
        <w:rPr>
          <w:sz w:val="24"/>
          <w:szCs w:val="24"/>
        </w:rPr>
      </w:pPr>
    </w:p>
    <w:p w:rsidR="000A169A" w:rsidRPr="005C7A93" w:rsidRDefault="000A169A" w:rsidP="005C7A93">
      <w:pPr>
        <w:rPr>
          <w:sz w:val="24"/>
          <w:szCs w:val="24"/>
        </w:rPr>
      </w:pPr>
    </w:p>
    <w:sectPr w:rsidR="000A169A" w:rsidRPr="005C7A93" w:rsidSect="00C25F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169A" w:rsidRDefault="000A169A" w:rsidP="00D234BE">
      <w:pPr>
        <w:spacing w:after="0"/>
      </w:pPr>
      <w:r>
        <w:separator/>
      </w:r>
    </w:p>
  </w:endnote>
  <w:endnote w:type="continuationSeparator" w:id="0">
    <w:p w:rsidR="000A169A" w:rsidRDefault="000A169A" w:rsidP="00D234B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69A" w:rsidRDefault="000A169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69A" w:rsidRDefault="000A169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69A" w:rsidRDefault="000A169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169A" w:rsidRDefault="000A169A" w:rsidP="00D234BE">
      <w:pPr>
        <w:spacing w:after="0"/>
      </w:pPr>
      <w:r>
        <w:separator/>
      </w:r>
    </w:p>
  </w:footnote>
  <w:footnote w:type="continuationSeparator" w:id="0">
    <w:p w:rsidR="000A169A" w:rsidRDefault="000A169A" w:rsidP="00D234BE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69A" w:rsidRDefault="000A169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640579" o:spid="_x0000_s2049" type="#_x0000_t75" style="position:absolute;margin-left:0;margin-top:0;width:540pt;height:540pt;z-index:-251658752;mso-position-horizontal:center;mso-position-horizontal-relative:margin;mso-position-vertical:center;mso-position-vertical-relative:margin" o:allowincell="f">
          <v:imagedata r:id="rId1" o:title="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69A" w:rsidRDefault="000A169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640580" o:spid="_x0000_s2050" type="#_x0000_t75" style="position:absolute;margin-left:0;margin-top:0;width:540pt;height:540pt;z-index:-251657728;mso-position-horizontal:center;mso-position-horizontal-relative:margin;mso-position-vertical:center;mso-position-vertical-relative:margin" o:allowincell="f">
          <v:imagedata r:id="rId1" o:title="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69A" w:rsidRDefault="000A169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640578" o:spid="_x0000_s2051" type="#_x0000_t75" style="position:absolute;margin-left:0;margin-top:0;width:540pt;height:540pt;z-index:-251659776;mso-position-horizontal:center;mso-position-horizontal-relative:margin;mso-position-vertical:center;mso-position-vertical-relative:margin" o:allowincell="f">
          <v:imagedata r:id="rId1" o:title="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C4179"/>
    <w:multiLevelType w:val="hybridMultilevel"/>
    <w:tmpl w:val="192C09D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5C0182C"/>
    <w:multiLevelType w:val="hybridMultilevel"/>
    <w:tmpl w:val="63F4172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39538C5"/>
    <w:multiLevelType w:val="hybridMultilevel"/>
    <w:tmpl w:val="C9CAD3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B0944AF"/>
    <w:multiLevelType w:val="hybridMultilevel"/>
    <w:tmpl w:val="FB8E154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E4B24E1"/>
    <w:multiLevelType w:val="multilevel"/>
    <w:tmpl w:val="22043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39E66DC"/>
    <w:multiLevelType w:val="multilevel"/>
    <w:tmpl w:val="89D2A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1646B95"/>
    <w:multiLevelType w:val="multilevel"/>
    <w:tmpl w:val="2264B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9F62763"/>
    <w:multiLevelType w:val="hybridMultilevel"/>
    <w:tmpl w:val="80E08FD4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530A7367"/>
    <w:multiLevelType w:val="multilevel"/>
    <w:tmpl w:val="0C604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A9A145D"/>
    <w:multiLevelType w:val="multilevel"/>
    <w:tmpl w:val="ABF20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B936F98"/>
    <w:multiLevelType w:val="hybridMultilevel"/>
    <w:tmpl w:val="BFE6585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4961B1E"/>
    <w:multiLevelType w:val="multilevel"/>
    <w:tmpl w:val="2A0EA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83F0899"/>
    <w:multiLevelType w:val="hybridMultilevel"/>
    <w:tmpl w:val="14961BD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69983126"/>
    <w:multiLevelType w:val="multilevel"/>
    <w:tmpl w:val="55ECC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E2A0C51"/>
    <w:multiLevelType w:val="hybridMultilevel"/>
    <w:tmpl w:val="FADECB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2"/>
  </w:num>
  <w:num w:numId="8">
    <w:abstractNumId w:val="10"/>
  </w:num>
  <w:num w:numId="9">
    <w:abstractNumId w:val="5"/>
  </w:num>
  <w:num w:numId="10">
    <w:abstractNumId w:val="6"/>
  </w:num>
  <w:num w:numId="11">
    <w:abstractNumId w:val="11"/>
  </w:num>
  <w:num w:numId="12">
    <w:abstractNumId w:val="4"/>
  </w:num>
  <w:num w:numId="13">
    <w:abstractNumId w:val="9"/>
  </w:num>
  <w:num w:numId="14">
    <w:abstractNumId w:val="8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20C6"/>
    <w:rsid w:val="000A169A"/>
    <w:rsid w:val="001247E8"/>
    <w:rsid w:val="00175BC0"/>
    <w:rsid w:val="00257506"/>
    <w:rsid w:val="00266A1D"/>
    <w:rsid w:val="002D5D25"/>
    <w:rsid w:val="003A3636"/>
    <w:rsid w:val="00405BA7"/>
    <w:rsid w:val="00480D71"/>
    <w:rsid w:val="005B7C9B"/>
    <w:rsid w:val="005C7A93"/>
    <w:rsid w:val="005F623A"/>
    <w:rsid w:val="00620AA2"/>
    <w:rsid w:val="008A0B70"/>
    <w:rsid w:val="008C37A0"/>
    <w:rsid w:val="009420B1"/>
    <w:rsid w:val="00A5203F"/>
    <w:rsid w:val="00A85752"/>
    <w:rsid w:val="00B47EE5"/>
    <w:rsid w:val="00C25FF2"/>
    <w:rsid w:val="00D234BE"/>
    <w:rsid w:val="00D414F0"/>
    <w:rsid w:val="00D56F84"/>
    <w:rsid w:val="00D85482"/>
    <w:rsid w:val="00E207BE"/>
    <w:rsid w:val="00E47CAE"/>
    <w:rsid w:val="00EE67C9"/>
    <w:rsid w:val="00EF40D0"/>
    <w:rsid w:val="00F020C6"/>
    <w:rsid w:val="00F41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D71"/>
    <w:pPr>
      <w:spacing w:after="100" w:afterAutospacing="1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D234B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234BE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D234B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234BE"/>
    <w:rPr>
      <w:rFonts w:cs="Times New Roman"/>
    </w:rPr>
  </w:style>
  <w:style w:type="character" w:styleId="Hyperlink">
    <w:name w:val="Hyperlink"/>
    <w:basedOn w:val="DefaultParagraphFont"/>
    <w:uiPriority w:val="99"/>
    <w:rsid w:val="00D234BE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5C7A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61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2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12697">
          <w:marLeft w:val="0"/>
          <w:marRight w:val="0"/>
          <w:marTop w:val="0"/>
          <w:marBottom w:val="180"/>
          <w:divBdr>
            <w:top w:val="single" w:sz="18" w:space="0" w:color="FF33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61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12743">
                  <w:marLeft w:val="0"/>
                  <w:marRight w:val="-50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612695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5612666"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1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61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1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612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612692">
                          <w:marLeft w:val="0"/>
                          <w:marRight w:val="0"/>
                          <w:marTop w:val="3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612712">
                              <w:marLeft w:val="198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612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5612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612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5612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12668"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1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61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1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61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612735">
                          <w:marLeft w:val="0"/>
                          <w:marRight w:val="0"/>
                          <w:marTop w:val="3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612711">
                              <w:marLeft w:val="198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612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5612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612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5612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12681"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1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61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1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61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612726">
                          <w:marLeft w:val="0"/>
                          <w:marRight w:val="0"/>
                          <w:marTop w:val="3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612702">
                              <w:marLeft w:val="198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612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5612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612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5612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12689"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1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61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1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612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612684">
                          <w:marLeft w:val="0"/>
                          <w:marRight w:val="0"/>
                          <w:marTop w:val="3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612683">
                              <w:marLeft w:val="198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612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5612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612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5612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12693"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1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61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1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612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612728">
                          <w:marLeft w:val="0"/>
                          <w:marRight w:val="0"/>
                          <w:marTop w:val="3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612664">
                              <w:marLeft w:val="198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61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561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612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5612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12698"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1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61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1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612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612673">
                          <w:marLeft w:val="0"/>
                          <w:marRight w:val="0"/>
                          <w:marTop w:val="3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612720">
                              <w:marLeft w:val="198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61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5612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612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5612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12722"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1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61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1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61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612672">
                          <w:marLeft w:val="0"/>
                          <w:marRight w:val="0"/>
                          <w:marTop w:val="3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612725">
                              <w:marLeft w:val="198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612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5612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612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5612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129</TotalTime>
  <Pages>1</Pages>
  <Words>111</Words>
  <Characters>637</Characters>
  <Application>Microsoft Office Outlook</Application>
  <DocSecurity>0</DocSecurity>
  <Lines>0</Lines>
  <Paragraphs>0</Paragraphs>
  <ScaleCrop>false</ScaleCrop>
  <Company>Hampton Township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Patrick</cp:lastModifiedBy>
  <cp:revision>8</cp:revision>
  <dcterms:created xsi:type="dcterms:W3CDTF">2011-06-24T18:20:00Z</dcterms:created>
  <dcterms:modified xsi:type="dcterms:W3CDTF">2011-10-06T21:07:00Z</dcterms:modified>
</cp:coreProperties>
</file>